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2B7" w:rsidRDefault="00A562B7"/>
    <w:p w:rsidR="00426380" w:rsidRDefault="00426380">
      <w:r>
        <w:rPr>
          <w:noProof/>
          <w:lang w:eastAsia="fr-FR"/>
        </w:rPr>
        <w:drawing>
          <wp:inline distT="0" distB="0" distL="0" distR="0" wp14:anchorId="27817452" wp14:editId="1C3F5021">
            <wp:extent cx="5760720" cy="2010679"/>
            <wp:effectExtent l="0" t="0" r="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10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6380" w:rsidRDefault="00426380"/>
    <w:p w:rsidR="00426380" w:rsidRDefault="00426380">
      <w:r>
        <w:rPr>
          <w:noProof/>
          <w:lang w:eastAsia="fr-FR"/>
        </w:rPr>
        <w:drawing>
          <wp:inline distT="0" distB="0" distL="0" distR="0" wp14:anchorId="2C98CF26" wp14:editId="432D7D60">
            <wp:extent cx="5760720" cy="2711936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11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6380" w:rsidRDefault="00426380"/>
    <w:p w:rsidR="00426380" w:rsidRDefault="00426380">
      <w:r>
        <w:rPr>
          <w:noProof/>
          <w:lang w:eastAsia="fr-FR"/>
        </w:rPr>
        <w:drawing>
          <wp:inline distT="0" distB="0" distL="0" distR="0" wp14:anchorId="4A487D14" wp14:editId="35C4C032">
            <wp:extent cx="5760720" cy="1542766"/>
            <wp:effectExtent l="0" t="0" r="0" b="63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42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6380" w:rsidRDefault="00426380"/>
    <w:p w:rsidR="00426380" w:rsidRDefault="00426380">
      <w:bookmarkStart w:id="0" w:name="_GoBack"/>
      <w:bookmarkEnd w:id="0"/>
    </w:p>
    <w:sectPr w:rsidR="004263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380"/>
    <w:rsid w:val="00426380"/>
    <w:rsid w:val="00A5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26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3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26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3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E4353E38.dotm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CG45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"vansteenberghe"</dc:creator>
  <cp:lastModifiedBy>"vansteenberghe"</cp:lastModifiedBy>
  <cp:revision>1</cp:revision>
  <dcterms:created xsi:type="dcterms:W3CDTF">2019-07-01T13:18:00Z</dcterms:created>
  <dcterms:modified xsi:type="dcterms:W3CDTF">2019-07-01T13:20:00Z</dcterms:modified>
</cp:coreProperties>
</file>